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564C59CC" w:rsidR="00C55B29" w:rsidRPr="00431275" w:rsidRDefault="00431275" w:rsidP="00431275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6848" behindDoc="0" locked="0" layoutInCell="1" allowOverlap="1" wp14:anchorId="25471D28" wp14:editId="57874E56">
                  <wp:simplePos x="0" y="0"/>
                  <wp:positionH relativeFrom="column">
                    <wp:posOffset>2530411</wp:posOffset>
                  </wp:positionH>
                  <wp:positionV relativeFrom="paragraph">
                    <wp:posOffset>774508</wp:posOffset>
                  </wp:positionV>
                  <wp:extent cx="371475" cy="371475"/>
                  <wp:effectExtent l="0" t="0" r="9525" b="9525"/>
                  <wp:wrapSquare wrapText="bothSides"/>
                  <wp:docPr id="7" name="Picture 7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5A2A" w:rsidRPr="00431275">
              <w:rPr>
                <w:rFonts w:ascii="Century Gothic" w:hAnsi="Century Gothic" w:cs="Tahoma"/>
              </w:rPr>
              <w:t>Joe and Lucas have £25 to share in the ratio 2:3</w:t>
            </w:r>
            <w:proofErr w:type="gramStart"/>
            <w:r w:rsidR="00155A2A" w:rsidRPr="00431275">
              <w:rPr>
                <w:rFonts w:ascii="Century Gothic" w:hAnsi="Century Gothic" w:cs="Tahoma"/>
              </w:rPr>
              <w:t>.  How</w:t>
            </w:r>
            <w:proofErr w:type="gramEnd"/>
            <w:r w:rsidR="00155A2A" w:rsidRPr="00431275">
              <w:rPr>
                <w:rFonts w:ascii="Century Gothic" w:hAnsi="Century Gothic" w:cs="Tahoma"/>
              </w:rPr>
              <w:t xml:space="preserve"> much do they each get</w:t>
            </w:r>
            <w:r w:rsidR="00155A2A" w:rsidRPr="00431275">
              <w:rPr>
                <w:rFonts w:ascii="Century Gothic" w:hAnsi="Century Gothic" w:cs="Tahoma"/>
              </w:rPr>
              <w:t>?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431275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0753AE1" w14:textId="7B9B35DA" w:rsidR="001E2A93" w:rsidRPr="00431275" w:rsidRDefault="001E2A93" w:rsidP="001E2A93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Write the answers in their simplest form</w:t>
            </w:r>
          </w:p>
          <w:p w14:paraId="1FAB0DD0" w14:textId="77777777" w:rsidR="00C35600" w:rsidRPr="00431275" w:rsidRDefault="00C35600" w:rsidP="00C35600">
            <w:pPr>
              <w:rPr>
                <w:rFonts w:ascii="Century Gothic" w:eastAsiaTheme="minorEastAsia" w:hAnsi="Century Gothic" w:cs="Tahoma"/>
              </w:rPr>
            </w:pPr>
          </w:p>
          <w:p w14:paraId="4DFF5A6F" w14:textId="26267AE2" w:rsidR="00C35600" w:rsidRPr="00431275" w:rsidRDefault="00C35600" w:rsidP="00C35600">
            <w:pPr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</m:oMath>
            </m:oMathPara>
          </w:p>
          <w:p w14:paraId="1B5E5D74" w14:textId="74491537" w:rsidR="00C6765F" w:rsidRPr="00431275" w:rsidRDefault="00C6765F" w:rsidP="001E2A93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A1371A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FD402AC" w14:textId="77777777" w:rsidR="00C60D83" w:rsidRPr="00431275" w:rsidRDefault="00C60D83" w:rsidP="00431275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>Draw the front view:</w:t>
            </w:r>
          </w:p>
          <w:p w14:paraId="683B8A61" w14:textId="1CA726D8" w:rsidR="00665D34" w:rsidRPr="00431275" w:rsidRDefault="00431275" w:rsidP="00431275">
            <w:pPr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D3AB862" wp14:editId="323EFB8D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1098470</wp:posOffset>
                      </wp:positionV>
                      <wp:extent cx="333375" cy="228600"/>
                      <wp:effectExtent l="38100" t="38100" r="28575" b="190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BC6DCC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83.8pt;margin-top:86.5pt;width:26.25pt;height:18pt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ZHb5AEAABcEAAAOAAAAZHJzL2Uyb0RvYy54bWysU02P0zAQvSPxHyzfadKuWFZV0xXq8nFA&#13;&#10;ULEsd69jN5ZsjzU2TfLvGTtpQLBCApHDaJyZNzPveby7HZxlZ4XRgG/4elVzpryE1vhTwx++vH1x&#13;&#10;w1lMwrfCglcNH1Xkt/vnz3Z92KoNdGBbhYyK+LjtQ8O7lMK2qqLslBNxBUF5CmpAJxId8VS1KHqq&#13;&#10;7my1qevrqgdsA4JUMdLfuynI96W+1kqmT1pHlZhtOM2WisViH7Ot9juxPaEInZHzGOIfpnDCeGq6&#13;&#10;lLoTSbBvaH4r5YxEiKDTSoKrQGsjVeFAbNb1L2zuOxFU4ULixLDIFP9fWfnxfERm2oZvrjjzwtEd&#13;&#10;3ScU5tQl9hoRenYA70lHQEYppFcf4pZgB3/E+RTDETP5QaNj2prwnlaBF+9r9nKMqLKh6D4uuqsh&#13;&#10;MUk/r+h79ZIzSaHN5ua6LvdSTQUzOGBM7xQ4lp2Gx3nAZbKphTh/iIlGIuAFkMHWZ5uEsW98y9IY&#13;&#10;iKLIzDIZys3xKpOaaBQvjVZN2M9Kkzw05NSjLKY6WGRnQSslpFQ+rZdKlJ1h2li7AOvC/4/AOT9D&#13;&#10;VVnavwEviNIZfFrAznjAp7qn4TKynvIvCky8swSP0I7lgos0tH1Fq/ml5PX++VzgP97z/jsAAAD/&#13;&#10;/wMAUEsDBBQABgAIAAAAIQDSSa0K4gAAABABAAAPAAAAZHJzL2Rvd25yZXYueG1sTE9BTsMwELwj&#13;&#10;9Q/WVuJG7QaRlDROBRQkJHpp2gc48TaOiO0odtvwe5ZTuaxmtLOzM8Vmsj274Bg67yQsFwIYusbr&#13;&#10;zrUSjoePhxWwEJXTqvcOJfxggE05uytUrv3V7fFSxZaRiQu5kmBiHHLOQ2PQqrDwAzranfxoVSQ6&#13;&#10;tlyP6krmtueJECm3qnP0wagB3ww239XZSthl+xHf+121Or3qr/j0uTX18SDl/Xzarmm8rIFFnOLt&#13;&#10;Av46UH4oKVjtz04H1hNPs5SkBLJHakaKJBFLYDUB8SyAlwX/X6T8BQAA//8DAFBLAQItABQABgAI&#13;&#10;AAAAIQC2gziS/gAAAOEBAAATAAAAAAAAAAAAAAAAAAAAAABbQ29udGVudF9UeXBlc10ueG1sUEsB&#13;&#10;Ai0AFAAGAAgAAAAhADj9If/WAAAAlAEAAAsAAAAAAAAAAAAAAAAALwEAAF9yZWxzLy5yZWxzUEsB&#13;&#10;Ai0AFAAGAAgAAAAhADtlkdvkAQAAFwQAAA4AAAAAAAAAAAAAAAAALgIAAGRycy9lMm9Eb2MueG1s&#13;&#10;UEsBAi0AFAAGAAgAAAAhANJJrQriAAAAEAEAAA8AAAAAAAAAAAAAAAAAPgQAAGRycy9kb3ducmV2&#13;&#10;LnhtbFBLBQYAAAAABAAEAPMAAABNBQAAAAA=&#13;&#10;" strokecolor="#4579b8 [3044]">
                      <v:stroke endarrow="open"/>
                    </v:shape>
                  </w:pict>
                </mc:Fallback>
              </mc:AlternateContent>
            </w:r>
            <w:r w:rsidR="00C60D83"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3EEFEFF6" wp14:editId="15D5917A">
                  <wp:extent cx="1114581" cy="847843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A291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60D83"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="00C60D83"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6C6B9508" wp14:editId="19F0854A">
                  <wp:extent cx="1171575" cy="117157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431275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025BFB4" w14:textId="35A2732C" w:rsidR="00431275" w:rsidRPr="00431275" w:rsidRDefault="00431275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23383B54" w14:textId="77777777" w:rsidR="00431275" w:rsidRPr="00431275" w:rsidRDefault="00431275" w:rsidP="00431275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x+4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x+5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3F48BE50" w14:textId="77777777" w:rsidR="00431275" w:rsidRPr="00431275" w:rsidRDefault="00431275" w:rsidP="00431275">
            <w:pPr>
              <w:rPr>
                <w:rFonts w:ascii="Century Gothic" w:eastAsiaTheme="minorEastAsia" w:hAnsi="Century Gothic" w:cs="Tahoma"/>
              </w:rPr>
            </w:pP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</w:tblGrid>
            <w:tr w:rsidR="00431275" w:rsidRPr="00431275" w14:paraId="527D4343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64B9D0C3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478AB08A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EA386F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6AEF27CF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2A8A4E83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16F2C40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7A56B1C7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0F386A83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73D72E9A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123B445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71C78B50" w14:textId="77777777" w:rsidR="00431275" w:rsidRPr="00431275" w:rsidRDefault="00431275" w:rsidP="00431275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35867634" w14:textId="530823E8" w:rsidR="00C6765F" w:rsidRPr="00431275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D44F93C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3D55F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260D8950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258C6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0BEE1C6" wp14:editId="25E84551">
                  <wp:extent cx="1276350" cy="718425"/>
                  <wp:effectExtent l="0" t="0" r="0" b="571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1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1C2714A6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4D2879">
        <w:rPr>
          <w:rFonts w:ascii="Segoe Print" w:hAnsi="Segoe Print"/>
          <w:b/>
          <w:sz w:val="24"/>
        </w:rPr>
        <w:t>8</w:t>
      </w:r>
      <w:r w:rsidR="00950AD6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389F85F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F0A2E6C" w14:textId="77777777" w:rsidR="00431275" w:rsidRDefault="00431275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431275" w:rsidRPr="000A63AF" w14:paraId="0C6A9D28" w14:textId="77777777" w:rsidTr="0071563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5B4C1AB2" w14:textId="77777777" w:rsidR="00431275" w:rsidRPr="00C240D5" w:rsidRDefault="00431275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11A8F8A8" w14:textId="77777777" w:rsidR="00431275" w:rsidRPr="00431275" w:rsidRDefault="00431275" w:rsidP="00715630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4016" behindDoc="0" locked="0" layoutInCell="1" allowOverlap="1" wp14:anchorId="3AE5945B" wp14:editId="147946E5">
                  <wp:simplePos x="0" y="0"/>
                  <wp:positionH relativeFrom="column">
                    <wp:posOffset>2530411</wp:posOffset>
                  </wp:positionH>
                  <wp:positionV relativeFrom="paragraph">
                    <wp:posOffset>774508</wp:posOffset>
                  </wp:positionV>
                  <wp:extent cx="371475" cy="371475"/>
                  <wp:effectExtent l="0" t="0" r="9525" b="9525"/>
                  <wp:wrapSquare wrapText="bothSides"/>
                  <wp:docPr id="9" name="Picture 9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1275">
              <w:rPr>
                <w:rFonts w:ascii="Century Gothic" w:hAnsi="Century Gothic" w:cs="Tahoma"/>
              </w:rPr>
              <w:t>Joe and Lucas have £25 to share in the ratio 2:3</w:t>
            </w:r>
            <w:proofErr w:type="gramStart"/>
            <w:r w:rsidRPr="00431275">
              <w:rPr>
                <w:rFonts w:ascii="Century Gothic" w:hAnsi="Century Gothic" w:cs="Tahoma"/>
              </w:rPr>
              <w:t>.  How</w:t>
            </w:r>
            <w:proofErr w:type="gramEnd"/>
            <w:r w:rsidRPr="00431275">
              <w:rPr>
                <w:rFonts w:ascii="Century Gothic" w:hAnsi="Century Gothic" w:cs="Tahoma"/>
              </w:rPr>
              <w:t xml:space="preserve"> much do they each get?</w:t>
            </w:r>
          </w:p>
        </w:tc>
        <w:tc>
          <w:tcPr>
            <w:tcW w:w="567" w:type="dxa"/>
            <w:tcBorders>
              <w:right w:val="nil"/>
            </w:tcBorders>
          </w:tcPr>
          <w:p w14:paraId="1A57FE47" w14:textId="77777777" w:rsidR="00431275" w:rsidRPr="00431275" w:rsidRDefault="00431275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3CC2BAF1" w14:textId="77777777" w:rsidR="00431275" w:rsidRPr="00431275" w:rsidRDefault="00431275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Write the answers in their simplest form</w:t>
            </w:r>
          </w:p>
          <w:p w14:paraId="158A7E87" w14:textId="77777777" w:rsidR="00431275" w:rsidRPr="00431275" w:rsidRDefault="00431275" w:rsidP="00715630">
            <w:pPr>
              <w:rPr>
                <w:rFonts w:ascii="Century Gothic" w:eastAsiaTheme="minorEastAsia" w:hAnsi="Century Gothic" w:cs="Tahoma"/>
              </w:rPr>
            </w:pPr>
          </w:p>
          <w:p w14:paraId="7D24C5C0" w14:textId="77777777" w:rsidR="00431275" w:rsidRPr="00431275" w:rsidRDefault="00431275" w:rsidP="00715630">
            <w:pPr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5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7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 xml:space="preserve">        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 xml:space="preserve">   </m:t>
                    </m:r>
                  </m:den>
                </m:f>
              </m:oMath>
            </m:oMathPara>
          </w:p>
          <w:p w14:paraId="06C3463F" w14:textId="77777777" w:rsidR="00431275" w:rsidRPr="00431275" w:rsidRDefault="00431275" w:rsidP="00715630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431275" w:rsidRPr="00C240D5" w14:paraId="1122CCE6" w14:textId="77777777" w:rsidTr="00715630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11BB8D5" w14:textId="77777777" w:rsidR="00431275" w:rsidRPr="00C240D5" w:rsidRDefault="00431275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4F8EB126" w14:textId="77777777" w:rsidR="00431275" w:rsidRPr="00431275" w:rsidRDefault="00431275" w:rsidP="0071563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</w:rPr>
              <w:t>Draw the front view:</w:t>
            </w:r>
          </w:p>
          <w:p w14:paraId="302EDCB1" w14:textId="37868B51" w:rsidR="00431275" w:rsidRPr="00431275" w:rsidRDefault="00431275" w:rsidP="00715630">
            <w:pPr>
              <w:rPr>
                <w:rFonts w:ascii="Century Gothic" w:eastAsiaTheme="minorEastAsia" w:hAnsi="Century Gothic" w:cs="Tahoma"/>
                <w:noProof/>
              </w:rPr>
            </w:pP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F8EDA72" wp14:editId="11845FF9">
                      <wp:simplePos x="0" y="0"/>
                      <wp:positionH relativeFrom="column">
                        <wp:posOffset>1064260</wp:posOffset>
                      </wp:positionH>
                      <wp:positionV relativeFrom="paragraph">
                        <wp:posOffset>1178954</wp:posOffset>
                      </wp:positionV>
                      <wp:extent cx="333375" cy="228600"/>
                      <wp:effectExtent l="38100" t="38100" r="28575" b="190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33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C73C1E" id="Straight Arrow Connector 8" o:spid="_x0000_s1026" type="#_x0000_t32" style="position:absolute;margin-left:83.8pt;margin-top:92.85pt;width:26.25pt;height:18pt;flip:x 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fio4QEAABUEAAAOAAAAZHJzL2Uyb0RvYy54bWysU02P0zAQvSPxHyzfadIilipqukJdPg4I&#13;&#10;ql3g7nXGjSV/aWya9N8zdtKAACGByGE0zsybmfc83t2O1rAzYNTetXy9qjkDJ32n3anlnz+9ebbl&#13;&#10;LCbhOmG8g5ZfIPLb/dMnuyE0sPG9Nx0goyIuNkNoeZ9SaKoqyh6siCsfwFFQebQi0RFPVYdioOrW&#13;&#10;VJu6vqkGj11ALyFG+ns3Bfm+1FcKZPqoVITETMtptlQsFvuYbbXfieaEIvRazmOIf5jCCu2o6VLq&#13;&#10;TiTBvqL+pZTVEn30Kq2kt5VXSksoHIjNuv6JzUMvAhQuJE4Mi0zx/5WVH85HZLprOV2UE5au6CGh&#13;&#10;0Kc+sVeIfmAH7xzJ6JFts1pDiA2BDu6I8ymGI2bqo0LLlNHhHS0CL96X7OUYEWVjUf2yqA5jYpJ+&#13;&#10;Pqfv5QvOJIU2m+1NXW6lmgpmcMCY3oK3LDstj/N8y2BTC3F+HxONRMArIIONyzYJbV67jqVLIIYi&#13;&#10;E8tkKDfHq0xqolG8dDEwYe9BkTg05NSjrCUcDLKzoIUSUoJL66USZWeY0sYswLrw/yNwzs9QKCv7&#13;&#10;N+AFUTp7lxaw1c7j77qn8TqymvKvCky8swSPvruUCy7S0O4VreZ3kpf7x3OBf3/N+28AAAD//wMA&#13;&#10;UEsDBBQABgAIAAAAIQDSH3u94gAAABABAAAPAAAAZHJzL2Rvd25yZXYueG1sTE9BboMwELxX6h+s&#13;&#10;jdRbY0AKIIKJ0qaVKjWXkDzA4A2gYBvZTkJ/382pvaxmtLOzM+Vm1iO7ofODNQLiZQQMTWvVYDoB&#13;&#10;p+Pnaw7MB2mUHK1BAT/oYVM9P5WyUPZuDnirQ8fIxPhCCuhDmArOfdujln5pJzS0O1unZSDqOq6c&#13;&#10;vJO5HnkSRSnXcjD0oZcTvvfYXuqrFrDPDg4/xn2dn9/Ud1h97frmdBTiZTHv1jS2a2AB5/B3AY8O&#13;&#10;lB8qCtbYq1GejcTTLCUpgXyVASNFkkQxsOYB4gx4VfL/RapfAAAA//8DAFBLAQItABQABgAIAAAA&#13;&#10;IQC2gziS/gAAAOEBAAATAAAAAAAAAAAAAAAAAAAAAABbQ29udGVudF9UeXBlc10ueG1sUEsBAi0A&#13;&#10;FAAGAAgAAAAhADj9If/WAAAAlAEAAAsAAAAAAAAAAAAAAAAALwEAAF9yZWxzLy5yZWxzUEsBAi0A&#13;&#10;FAAGAAgAAAAhAOOt+KjhAQAAFQQAAA4AAAAAAAAAAAAAAAAALgIAAGRycy9lMm9Eb2MueG1sUEsB&#13;&#10;Ai0AFAAGAAgAAAAhANIfe73iAAAAEAEAAA8AAAAAAAAAAAAAAAAAOwQAAGRycy9kb3ducmV2Lnht&#13;&#10;bFBLBQYAAAAABAAEAPMAAABKBQAAAAA=&#13;&#10;" strokecolor="#4579b8 [3044]">
                      <v:stroke endarrow="open"/>
                    </v:shape>
                  </w:pict>
                </mc:Fallback>
              </mc:AlternateConten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0BA17EE2" wp14:editId="4D8D66B6">
                  <wp:extent cx="1114581" cy="847843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A291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31275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  <w:r w:rsidRPr="00431275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inline distT="0" distB="0" distL="0" distR="0" wp14:anchorId="44AA4050" wp14:editId="527221FD">
                  <wp:extent cx="1171575" cy="11715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BCFB8F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739" cy="1171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83CD85" w14:textId="77777777" w:rsidR="00431275" w:rsidRPr="00431275" w:rsidRDefault="00431275" w:rsidP="00715630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5E7049C5" w14:textId="77777777" w:rsidR="00431275" w:rsidRPr="00431275" w:rsidRDefault="00431275" w:rsidP="00715630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431275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14CAFE55" w14:textId="77777777" w:rsidR="00431275" w:rsidRPr="00431275" w:rsidRDefault="00431275" w:rsidP="00715630">
            <w:pPr>
              <w:spacing w:before="120" w:after="0"/>
              <w:rPr>
                <w:rFonts w:ascii="Century Gothic" w:hAnsi="Century Gothic" w:cs="Tahoma"/>
              </w:rPr>
            </w:pPr>
            <w:r w:rsidRPr="00431275">
              <w:rPr>
                <w:rFonts w:ascii="Century Gothic" w:hAnsi="Century Gothic" w:cs="Tahoma"/>
              </w:rPr>
              <w:t>Expand the brackets:</w:t>
            </w:r>
          </w:p>
          <w:p w14:paraId="4A8BCEB5" w14:textId="77777777" w:rsidR="00431275" w:rsidRPr="00431275" w:rsidRDefault="00431275" w:rsidP="00715630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x+4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ahoma"/>
                      </w:rPr>
                      <m:t>x+5</m:t>
                    </m:r>
                  </m:e>
                </m:d>
                <m:r>
                  <w:rPr>
                    <w:rFonts w:ascii="Cambria Math" w:eastAsiaTheme="minorEastAsia" w:hAnsi="Cambria Math" w:cs="Tahoma"/>
                  </w:rPr>
                  <m:t>=</m:t>
                </m:r>
              </m:oMath>
            </m:oMathPara>
          </w:p>
          <w:p w14:paraId="7085C8B2" w14:textId="77777777" w:rsidR="00431275" w:rsidRPr="00431275" w:rsidRDefault="00431275" w:rsidP="00715630">
            <w:pPr>
              <w:rPr>
                <w:rFonts w:ascii="Century Gothic" w:eastAsiaTheme="minorEastAsia" w:hAnsi="Century Gothic" w:cs="Tahoma"/>
              </w:rPr>
            </w:pPr>
          </w:p>
          <w:tbl>
            <w:tblPr>
              <w:tblStyle w:val="TableGrid"/>
              <w:tblW w:w="0" w:type="auto"/>
              <w:tblInd w:w="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6"/>
              <w:gridCol w:w="756"/>
              <w:gridCol w:w="756"/>
            </w:tblGrid>
            <w:tr w:rsidR="00431275" w:rsidRPr="00431275" w14:paraId="4DD85FA0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577157CA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3241B56D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1DD9F6A8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61F9896D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00D959BE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D546E9E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1B247DC4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  <w:tr w:rsidR="00431275" w:rsidRPr="00431275" w14:paraId="23AC7505" w14:textId="77777777" w:rsidTr="00715630">
              <w:trPr>
                <w:trHeight w:val="433"/>
              </w:trPr>
              <w:tc>
                <w:tcPr>
                  <w:tcW w:w="756" w:type="dxa"/>
                </w:tcPr>
                <w:p w14:paraId="3D1A0C27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2B510564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  <w:tc>
                <w:tcPr>
                  <w:tcW w:w="756" w:type="dxa"/>
                </w:tcPr>
                <w:p w14:paraId="5E48A345" w14:textId="77777777" w:rsidR="00431275" w:rsidRPr="00431275" w:rsidRDefault="00431275" w:rsidP="00715630">
                  <w:pPr>
                    <w:framePr w:hSpace="180" w:wrap="around" w:vAnchor="text" w:hAnchor="margin" w:y="486"/>
                    <w:suppressOverlap/>
                    <w:rPr>
                      <w:rFonts w:ascii="Century Gothic" w:eastAsiaTheme="minorEastAsia" w:hAnsi="Century Gothic" w:cs="Tahoma"/>
                    </w:rPr>
                  </w:pPr>
                </w:p>
              </w:tc>
            </w:tr>
          </w:tbl>
          <w:p w14:paraId="2A120A53" w14:textId="77777777" w:rsidR="00431275" w:rsidRPr="00431275" w:rsidRDefault="00431275" w:rsidP="00715630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431275" w:rsidRPr="00C240D5" w14:paraId="3AD2C8AC" w14:textId="77777777" w:rsidTr="0071563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F1B569D" w14:textId="77777777" w:rsidR="00431275" w:rsidRPr="00C240D5" w:rsidRDefault="00431275" w:rsidP="0071563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6D6B4AD" w14:textId="77777777" w:rsidR="00431275" w:rsidRDefault="00431275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1968" behindDoc="0" locked="0" layoutInCell="1" allowOverlap="1" wp14:anchorId="30CF8433" wp14:editId="240F54C6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12" name="Picture 1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5DE4391" w14:textId="77777777" w:rsidR="00431275" w:rsidRPr="009F6C6A" w:rsidRDefault="00431275" w:rsidP="00715630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30944" behindDoc="0" locked="0" layoutInCell="1" allowOverlap="1" wp14:anchorId="7B33E4E7" wp14:editId="10E15BDF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308E277F" wp14:editId="588DF06D">
                  <wp:extent cx="1276350" cy="718425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1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954C3" w14:textId="77777777" w:rsidR="00431275" w:rsidRDefault="00431275" w:rsidP="0043127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9920" behindDoc="0" locked="0" layoutInCell="1" allowOverlap="1" wp14:anchorId="584D75C4" wp14:editId="2EABB6D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8896" behindDoc="0" locked="0" layoutInCell="1" allowOverlap="1" wp14:anchorId="0C916F3B" wp14:editId="4264F53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4" name="Picture 2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28.1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E162B"/>
    <w:rsid w:val="00105331"/>
    <w:rsid w:val="00125C71"/>
    <w:rsid w:val="00155A2A"/>
    <w:rsid w:val="001760AE"/>
    <w:rsid w:val="001826A9"/>
    <w:rsid w:val="001D513F"/>
    <w:rsid w:val="001E2A93"/>
    <w:rsid w:val="0020147F"/>
    <w:rsid w:val="00213C21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4008D8"/>
    <w:rsid w:val="00431275"/>
    <w:rsid w:val="00493EE3"/>
    <w:rsid w:val="004A26C7"/>
    <w:rsid w:val="004D2879"/>
    <w:rsid w:val="004F073D"/>
    <w:rsid w:val="0050136B"/>
    <w:rsid w:val="00505FC9"/>
    <w:rsid w:val="00523173"/>
    <w:rsid w:val="00525119"/>
    <w:rsid w:val="005D37DE"/>
    <w:rsid w:val="005E3FC2"/>
    <w:rsid w:val="00611673"/>
    <w:rsid w:val="0064471D"/>
    <w:rsid w:val="00665D34"/>
    <w:rsid w:val="00666CDC"/>
    <w:rsid w:val="0066773D"/>
    <w:rsid w:val="006E6A1A"/>
    <w:rsid w:val="0070003E"/>
    <w:rsid w:val="00705472"/>
    <w:rsid w:val="007258C6"/>
    <w:rsid w:val="00734D85"/>
    <w:rsid w:val="007516C1"/>
    <w:rsid w:val="00782957"/>
    <w:rsid w:val="007B4226"/>
    <w:rsid w:val="007E2C1A"/>
    <w:rsid w:val="0090117B"/>
    <w:rsid w:val="0090585D"/>
    <w:rsid w:val="00950AD6"/>
    <w:rsid w:val="0099142F"/>
    <w:rsid w:val="009A72D8"/>
    <w:rsid w:val="009F6C6A"/>
    <w:rsid w:val="00A1371A"/>
    <w:rsid w:val="00A5698F"/>
    <w:rsid w:val="00A844B6"/>
    <w:rsid w:val="00AD3C1A"/>
    <w:rsid w:val="00B40DC9"/>
    <w:rsid w:val="00B64A68"/>
    <w:rsid w:val="00BE7AC9"/>
    <w:rsid w:val="00BF0512"/>
    <w:rsid w:val="00C11472"/>
    <w:rsid w:val="00C240D5"/>
    <w:rsid w:val="00C35600"/>
    <w:rsid w:val="00C41860"/>
    <w:rsid w:val="00C55B29"/>
    <w:rsid w:val="00C60D83"/>
    <w:rsid w:val="00C6765F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theme" Target="theme/theme1.xml"/><Relationship Id="rId5" Type="http://schemas.openxmlformats.org/officeDocument/2006/relationships/image" Target="media/image2.tmp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cp:lastPrinted>2019-05-06T15:37:00Z</cp:lastPrinted>
  <dcterms:created xsi:type="dcterms:W3CDTF">2019-05-13T13:25:00Z</dcterms:created>
  <dcterms:modified xsi:type="dcterms:W3CDTF">2019-05-13T13:27:00Z</dcterms:modified>
</cp:coreProperties>
</file>